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018A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018A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018A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018A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018A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74A8BDFC" w:rsidR="008241B0" w:rsidRPr="001D3EEC" w:rsidRDefault="003018A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780E48" w:rsidRPr="00780E48">
            <w:rPr>
              <w:lang w:val="fr-BE"/>
            </w:rPr>
            <w:t>AVIS DE VACANCE POUR UN POSTE D’EXPERT(E) NATIONAL(E) DÉTACHÉ(E)</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F1A86A4" w:rsidR="00377580" w:rsidRPr="00080A71" w:rsidRDefault="00780E48" w:rsidP="005F6927">
                <w:pPr>
                  <w:tabs>
                    <w:tab w:val="left" w:pos="426"/>
                  </w:tabs>
                  <w:rPr>
                    <w:bCs/>
                    <w:lang w:val="en-IE" w:eastAsia="en-GB"/>
                  </w:rPr>
                </w:pPr>
                <w:r w:rsidRPr="00780E48">
                  <w:rPr>
                    <w:bCs/>
                    <w:lang w:eastAsia="en-GB"/>
                  </w:rPr>
                  <w:t>ENV-B-01</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5641C74" w:rsidR="00377580" w:rsidRPr="00080A71" w:rsidRDefault="00780E48" w:rsidP="005F6927">
                <w:pPr>
                  <w:tabs>
                    <w:tab w:val="left" w:pos="426"/>
                  </w:tabs>
                  <w:rPr>
                    <w:bCs/>
                    <w:lang w:val="en-IE" w:eastAsia="en-GB"/>
                  </w:rPr>
                </w:pPr>
                <w:r w:rsidRPr="00780E48">
                  <w:rPr>
                    <w:bCs/>
                    <w:lang w:eastAsia="en-GB"/>
                  </w:rPr>
                  <w:t>302199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504437349"/>
                  <w:placeholder>
                    <w:docPart w:val="AC79AC69ADF646289EBC03B63858822C"/>
                  </w:placeholder>
                </w:sdtPr>
                <w:sdtEndPr/>
                <w:sdtContent>
                  <w:p w14:paraId="369CA7C8" w14:textId="6C9FC3C3" w:rsidR="00377580" w:rsidRPr="00F54B22" w:rsidRDefault="009E61B9" w:rsidP="005F6927">
                    <w:pPr>
                      <w:tabs>
                        <w:tab w:val="left" w:pos="426"/>
                      </w:tabs>
                      <w:rPr>
                        <w:bCs/>
                        <w:lang w:val="fr-BE" w:eastAsia="en-GB"/>
                      </w:rPr>
                    </w:pPr>
                    <w:r w:rsidRPr="00F54B22">
                      <w:rPr>
                        <w:bCs/>
                        <w:lang w:val="fr-BE" w:eastAsia="en-GB"/>
                      </w:rPr>
                      <w:t>Emmanuelle MAIRE</w:t>
                    </w:r>
                  </w:p>
                </w:sdtContent>
              </w:sdt>
            </w:sdtContent>
          </w:sdt>
          <w:p w14:paraId="32DD8032" w14:textId="01680D5E" w:rsidR="00377580" w:rsidRPr="001D3EEC" w:rsidRDefault="003018A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80E48">
                  <w:rPr>
                    <w:bCs/>
                    <w:lang w:val="fr-BE" w:eastAsia="en-GB"/>
                  </w:rPr>
                  <w:t>1</w:t>
                </w:r>
                <w:r w:rsidR="00780E48" w:rsidRPr="00780E48">
                  <w:rPr>
                    <w:bCs/>
                    <w:vertAlign w:val="superscript"/>
                    <w:lang w:val="fr-BE" w:eastAsia="en-GB"/>
                  </w:rPr>
                  <w:t>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E61B9" w:rsidRPr="00F54B22">
                      <w:rPr>
                        <w:bCs/>
                        <w:lang w:val="fr-BE" w:eastAsia="en-GB"/>
                      </w:rPr>
                      <w:t>2026</w:t>
                    </w:r>
                  </w:sdtContent>
                </w:sdt>
              </w:sdtContent>
            </w:sdt>
            <w:r w:rsidR="00377580" w:rsidRPr="001D3EEC">
              <w:rPr>
                <w:bCs/>
                <w:lang w:val="fr-BE" w:eastAsia="en-GB"/>
              </w:rPr>
              <w:t xml:space="preserve"> </w:t>
            </w:r>
          </w:p>
          <w:p w14:paraId="768BBE26" w14:textId="6842993D" w:rsidR="00377580" w:rsidRPr="001D3EEC" w:rsidRDefault="003018A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80E4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80E4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D8AF1B1"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85298C2"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018A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018A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018A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06A6FE3"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680FE21"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45C0B28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780E48">
                  <w:rPr>
                    <w:bCs/>
                    <w:lang w:val="fr-BE" w:eastAsia="en-GB"/>
                  </w:rPr>
                  <w:t>2</w:t>
                </w:r>
                <w:r w:rsidR="003018A0">
                  <w:rPr>
                    <w:bCs/>
                    <w:lang w:val="fr-BE" w:eastAsia="en-GB"/>
                  </w:rPr>
                  <w:t>7</w:t>
                </w:r>
                <w:r w:rsidR="00780E48">
                  <w:rPr>
                    <w:bCs/>
                    <w:lang w:val="fr-BE" w:eastAsia="en-GB"/>
                  </w:rPr>
                  <w:t>-1</w:t>
                </w:r>
                <w:r w:rsidR="00831A65">
                  <w:rPr>
                    <w:bCs/>
                    <w:lang w:val="fr-BE" w:eastAsia="en-GB"/>
                  </w:rPr>
                  <w:t>0</w:t>
                </w:r>
                <w:r w:rsidR="00780E48">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810602" w14:textId="77777777" w:rsidR="00780E48" w:rsidRPr="00780E48" w:rsidRDefault="00780E48" w:rsidP="00780E48">
          <w:pPr>
            <w:rPr>
              <w:lang w:val="fr-BE" w:eastAsia="en-GB"/>
            </w:rPr>
          </w:pPr>
          <w:r w:rsidRPr="00780E48">
            <w:rPr>
              <w:lang w:val="fr-BE" w:eastAsia="en-GB"/>
            </w:rPr>
            <w:t>La direction ENV.B est chargée de soutenir la transformation de l’économie européenne en une économie circulaire en maintenant la valeur des ressources et des matériaux le plus longtemps possible dans l’économie tout en réduisant au minimum la production de déchets.</w:t>
          </w:r>
        </w:p>
        <w:p w14:paraId="20D07BFB" w14:textId="77777777" w:rsidR="00780E48" w:rsidRPr="00780E48" w:rsidRDefault="00780E48" w:rsidP="00780E48">
          <w:pPr>
            <w:rPr>
              <w:lang w:val="fr-BE" w:eastAsia="en-GB"/>
            </w:rPr>
          </w:pPr>
          <w:r w:rsidRPr="00780E48">
            <w:rPr>
              <w:lang w:val="fr-BE" w:eastAsia="en-GB"/>
            </w:rPr>
            <w:lastRenderedPageBreak/>
            <w:t>L’unité ENV.B.1 «Économie circulaire, production durable et consommation» est une équipe dynamique de 25 collègues contribuant à l’élaboration du programme en faveur de l’économie circulaire et de la nouvelle stratégie 2025 pour la bioéconomie.  Nous encourageons la participation des parties prenantes par l’intermédiaire de la plateforme des acteurs européens de l’économie circulaire. Nous mettons en œuvre la stratégie de l’UE sur les matières plastiques et la directive sur les plastiques à usage unique.</w:t>
          </w:r>
        </w:p>
        <w:p w14:paraId="18140A21" w14:textId="79310C65" w:rsidR="001A0074" w:rsidRPr="00F54B22" w:rsidRDefault="00780E48" w:rsidP="00780E48">
          <w:pPr>
            <w:rPr>
              <w:lang w:val="fr-BE" w:eastAsia="en-GB"/>
            </w:rPr>
          </w:pPr>
          <w:r w:rsidRPr="00780E48">
            <w:rPr>
              <w:lang w:val="fr-BE" w:eastAsia="en-GB"/>
            </w:rPr>
            <w:t>Nous favorisons l'adoption de nouvelles règles pour lutter contre l’écoblanchiment, le recours à des allégations écologiques solides et l’utilisation des méthodes d’empreinte environnementale.  Nous promouvons également plusieurs outils non contraignants en matière de consommation et de production durables, tels que le label écologique de l’UE, qui récompense l’excellence environnementale pour plusieurs catégories de produits et de services; l’EMAS, le système de management environnemental et d’audit de l’UE qui aide les entreprises et les organisations à améliorer leurs performances environnementales, ou encore Level(s) qui aide les professionnels du bâtiment à concevoir des bâtiments durables.</w:t>
          </w:r>
        </w:p>
      </w:sdtContent>
    </w:sdt>
    <w:p w14:paraId="30B422AA" w14:textId="77777777" w:rsidR="00301CA3" w:rsidRPr="00F54B2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2AC44920" w:rsidR="001A0074" w:rsidRPr="00F54B22" w:rsidRDefault="003018A0" w:rsidP="001A0074">
      <w:pPr>
        <w:rPr>
          <w:lang w:val="fr-BE" w:eastAsia="en-GB"/>
        </w:rPr>
      </w:pPr>
      <w:sdt>
        <w:sdtPr>
          <w:rPr>
            <w:lang w:val="fr-BE" w:eastAsia="en-GB"/>
          </w:rPr>
          <w:id w:val="-723136291"/>
          <w:placeholder>
            <w:docPart w:val="43375E7FB7294216B3B48CC222A08C2F"/>
          </w:placeholder>
        </w:sdtPr>
        <w:sdtEndPr/>
        <w:sdtContent>
          <w:r w:rsidR="00780E48" w:rsidRPr="00780E48">
            <w:rPr>
              <w:lang w:val="fr-BE" w:eastAsia="en-GB"/>
            </w:rPr>
            <w:t>Nous proposons un poste de chargé(e) de mission pour la bioéconomie. Le/la candidat(e) retenu(e) contribuera à l’élaboration et à la mise en œuvre de politiques et d’outils stratégiques liés à la bioéconomie de l’Union européenne, dans l'optique de faire de la bioéconomie circulaire un levier de compétitivité pour l’Union et un moteur de réduction des émissions de CO2.</w:t>
          </w:r>
        </w:sdtContent>
      </w:sdt>
    </w:p>
    <w:p w14:paraId="3D69C09B" w14:textId="77777777" w:rsidR="00301CA3" w:rsidRPr="00F54B2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424611D" w:rsidR="001A0074" w:rsidRPr="00F54B22" w:rsidRDefault="00780E48" w:rsidP="0053405E">
          <w:pPr>
            <w:pStyle w:val="ListNumber"/>
            <w:numPr>
              <w:ilvl w:val="0"/>
              <w:numId w:val="0"/>
            </w:numPr>
            <w:rPr>
              <w:lang w:val="fr-BE" w:eastAsia="en-GB"/>
            </w:rPr>
          </w:pPr>
          <w:r w:rsidRPr="00780E48">
            <w:rPr>
              <w:lang w:val="fr-BE" w:eastAsia="en-GB"/>
            </w:rPr>
            <w:t>Nous recherchons un(e) collègue disposant d’au moins deux ans d’expérience dans l’élaboration de politiques liées à la bioéconomie et d’au moins un an d’expérience dans la conception ou la mise en œuvre de politiques de l’Union européenne. Une expertise économique axée sur l’innovation et la compétitivité, ainsi que sur les institutions financières et les instruments permettant de stimuler l’innovation dans les solutions bioéconomiques et de soutenir les entreprises de l’Union constituerait un atout. D'excellentes capacités de rédaction et de communication en anglais sont indispensables. La personne retenue devra être en mesure de définir des priorités et d'assurer leur mise en œuvre avec efficacité. La nature du poste requiert de la discrétion, le sens du service, d’excellentes compétences en communication et en relations interpersonnelles, de même qu’une grande aptitude à gérer plusieurs tâches, à analyser, organiser et coordonner efficacement.</w:t>
          </w:r>
        </w:p>
      </w:sdtContent>
    </w:sdt>
    <w:p w14:paraId="5D76C15C" w14:textId="77777777" w:rsidR="00F65CC2" w:rsidRPr="00F54B2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27C5ED89" w:rsidR="00B31DC8" w:rsidRPr="001D3EEC" w:rsidRDefault="00780E48" w:rsidP="00377580">
      <w:pPr>
        <w:rPr>
          <w:lang w:val="fr-BE" w:eastAsia="en-GB"/>
        </w:rPr>
      </w:pPr>
      <w:r w:rsidRPr="00780E48">
        <w:rPr>
          <w:lang w:val="fr-BE" w:eastAsia="en-GB"/>
        </w:rPr>
        <w:t xml:space="preserve">Le détachement sera régi par la </w:t>
      </w:r>
      <w:r w:rsidRPr="00780E48">
        <w:rPr>
          <w:b/>
          <w:bCs/>
          <w:lang w:val="fr-BE" w:eastAsia="en-GB"/>
        </w:rPr>
        <w:t>décision C(2008) 6866 de la Commission</w:t>
      </w:r>
      <w:r w:rsidRPr="00780E48">
        <w:rPr>
          <w:lang w:val="fr-BE" w:eastAsia="en-GB"/>
        </w:rPr>
        <w:t xml:space="preserve"> du 12 novembre 2008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6F3655F7"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28CE396"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4482C0B0" w:rsidR="00443957" w:rsidRDefault="00215A56" w:rsidP="00377580">
      <w:pPr>
        <w:rPr>
          <w:lang w:val="fr-BE" w:eastAsia="en-GB"/>
        </w:rPr>
      </w:pPr>
      <w:r w:rsidRPr="00215A56">
        <w:rPr>
          <w:u w:val="single"/>
          <w:lang w:val="fr-BE" w:eastAsia="en-GB"/>
        </w:rPr>
        <w:t>Employeu :</w:t>
      </w:r>
      <w:r w:rsidR="00443957" w:rsidRPr="001D3EEC">
        <w:rPr>
          <w:lang w:val="fr-BE" w:eastAsia="en-GB"/>
        </w:rPr>
        <w:t xml:space="preserve"> </w:t>
      </w:r>
      <w:r w:rsidR="00780E48" w:rsidRPr="00780E48">
        <w:rPr>
          <w:lang w:val="fr-BE" w:eastAsia="en-GB"/>
        </w:rPr>
        <w:t>être employé(e) par une administration nationale, régionale ou locale, ou par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6DBB170A" w14:textId="653A92D4"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w:t>
      </w:r>
      <w:r w:rsidRPr="001D3EEC">
        <w:rPr>
          <w:lang w:val="fr-BE" w:eastAsia="en-GB"/>
        </w:rPr>
        <w:t xml:space="preserve"> </w:t>
      </w:r>
      <w:r w:rsidR="00780E48" w:rsidRPr="00780E48">
        <w:rPr>
          <w:lang w:val="fr-BE" w:eastAsia="en-GB"/>
        </w:rPr>
        <w:t>avoir une connaissance approfondie d’une des langues de l’Union européenne et une connaissance satisfaisante d’une autre langue de l’Union, dans la mesure nécessaire aux fonctions qu'il ou elle est appelé(e) à exercer. Si vous venez d’un pays tiers, vous devrez démontrer que vous possédez une connaissance approfondie de la langue de l’Union européenne nécessaire à l’accomplissement des tâches qui vous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55537C39" w14:textId="77777777" w:rsidR="00780E48" w:rsidRPr="00780E48" w:rsidRDefault="00780E48" w:rsidP="00780E48">
      <w:pPr>
        <w:rPr>
          <w:bCs/>
          <w:lang w:eastAsia="en-GB"/>
        </w:rPr>
      </w:pPr>
      <w:r w:rsidRPr="00780E48">
        <w:rPr>
          <w:bCs/>
          <w:lang w:eastAsia="en-GB"/>
        </w:rPr>
        <w:t xml:space="preserve">Pendant toute la durée de votre détachement, vous devrez rester employé(e) et rémunéré(e) par votre employeur et être couvert(e) par votre système de sécurité sociale (national). </w:t>
      </w:r>
    </w:p>
    <w:p w14:paraId="7ED1757D" w14:textId="77777777" w:rsidR="00780E48" w:rsidRPr="00780E48" w:rsidRDefault="00780E48" w:rsidP="00780E48">
      <w:pPr>
        <w:rPr>
          <w:bCs/>
          <w:lang w:eastAsia="en-GB"/>
        </w:rPr>
      </w:pPr>
      <w:r w:rsidRPr="00780E48">
        <w:rPr>
          <w:bCs/>
          <w:lang w:eastAsia="en-GB"/>
        </w:rPr>
        <w:t>Vous exercerez vos fonctions au sein de la Commission dans les conditions fixées par la décision END précitée et serez soumis(e) aux règles de confidentialité, de loyauté et d’absence de conflit d’intérêts qui y sont définies.</w:t>
      </w:r>
    </w:p>
    <w:p w14:paraId="449533FF" w14:textId="77777777" w:rsidR="00780E48" w:rsidRPr="00780E48" w:rsidRDefault="00780E48" w:rsidP="00780E48">
      <w:pPr>
        <w:rPr>
          <w:bCs/>
          <w:lang w:eastAsia="en-GB"/>
        </w:rPr>
      </w:pPr>
      <w:r w:rsidRPr="00780E48">
        <w:rPr>
          <w:bCs/>
          <w:lang w:eastAsia="en-GB"/>
        </w:rPr>
        <w:t xml:space="preserve">Dans le cas où le poste est publié avec indemnités de séjour, celles-ci ne vous seront octroyées que si vous remplissez les conditions prévues à l’article 17 de la décision END. </w:t>
      </w:r>
    </w:p>
    <w:p w14:paraId="1D83DC51" w14:textId="2AF89395" w:rsidR="00377580" w:rsidRPr="001D3EEC" w:rsidRDefault="00780E48" w:rsidP="00780E48">
      <w:pPr>
        <w:rPr>
          <w:lang w:val="fr-BE" w:eastAsia="en-GB"/>
        </w:rPr>
      </w:pPr>
      <w:r w:rsidRPr="00780E48">
        <w:rPr>
          <w:bCs/>
          <w:lang w:eastAsia="en-GB"/>
        </w:rPr>
        <w:t xml:space="preserve">Le personnel en poste dans une délégation de l’Union européenne doit obligatoirement disposer d’une habilitation de sécurité [jusqu’au niveau SECRET UE/EU SECRET conformément à la </w:t>
      </w:r>
      <w:hyperlink r:id="rId26" w:history="1">
        <w:r w:rsidRPr="00780E48">
          <w:rPr>
            <w:rStyle w:val="Hyperlink"/>
            <w:bCs/>
            <w:lang w:eastAsia="en-GB"/>
          </w:rPr>
          <w:t>décision (UE, Euratom) 2015/444 de la Commission du 13 mars 2015</w:t>
        </w:r>
      </w:hyperlink>
      <w:r w:rsidRPr="00780E48">
        <w:rPr>
          <w:bCs/>
          <w:lang w:eastAsia="en-GB"/>
        </w:rPr>
        <w:t>].  Il vous appartient de lancer cette procédure d’habilitation de sécurité avant d’obtenir la confirmation de votre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76685E90" w14:textId="77777777" w:rsidR="00780E48" w:rsidRPr="00780E48" w:rsidRDefault="00780E48" w:rsidP="00780E48">
      <w:pPr>
        <w:rPr>
          <w:lang w:eastAsia="en-GB"/>
        </w:rPr>
      </w:pPr>
      <w:r w:rsidRPr="00780E48">
        <w:rPr>
          <w:lang w:eastAsia="en-GB"/>
        </w:rPr>
        <w:t xml:space="preserve">Si vous êtes intéressé(e), veuillez suivre les instructions données par votre employeur pour postuler. </w:t>
      </w:r>
    </w:p>
    <w:p w14:paraId="1D00C408" w14:textId="77777777" w:rsidR="00780E48" w:rsidRPr="00780E48" w:rsidRDefault="00780E48" w:rsidP="00780E48">
      <w:pPr>
        <w:rPr>
          <w:lang w:eastAsia="en-GB"/>
        </w:rPr>
      </w:pPr>
      <w:r w:rsidRPr="00780E48">
        <w:rPr>
          <w:lang w:eastAsia="en-GB"/>
        </w:rPr>
        <w:t xml:space="preserve">La Commission européenne </w:t>
      </w:r>
      <w:r w:rsidRPr="00780E48">
        <w:rPr>
          <w:b/>
          <w:lang w:eastAsia="en-GB"/>
        </w:rPr>
        <w:t>n’acceptera que les candidatures qui auront été soumises par l’intermédiaire de la représentation permanente/mission diplomatique de votre pays auprès de l’UE, par le secrétariat de l’AELE ou par le ou les canaux qui auront été spécifiquement convenus</w:t>
      </w:r>
      <w:r w:rsidRPr="00780E48">
        <w:rPr>
          <w:lang w:eastAsia="en-GB"/>
        </w:rPr>
        <w:t>. Les candidatures transmises directement par vous ou par votre employeur ne seront pas prises en considération.</w:t>
      </w:r>
    </w:p>
    <w:p w14:paraId="416D3B5A" w14:textId="77777777" w:rsidR="00780E48" w:rsidRPr="00780E48" w:rsidRDefault="00780E48" w:rsidP="00780E48">
      <w:pPr>
        <w:rPr>
          <w:lang w:eastAsia="en-GB"/>
        </w:rPr>
      </w:pPr>
      <w:r w:rsidRPr="00780E48">
        <w:rPr>
          <w:lang w:eastAsia="en-GB"/>
        </w:rPr>
        <w:lastRenderedPageBreak/>
        <w:t xml:space="preserve">Vous devez envoyer votre candidature sous format </w:t>
      </w:r>
      <w:r w:rsidRPr="00780E48">
        <w:rPr>
          <w:b/>
          <w:lang w:eastAsia="en-GB"/>
        </w:rPr>
        <w:t>CV Europass</w:t>
      </w:r>
      <w:r w:rsidRPr="00780E48">
        <w:rPr>
          <w:lang w:eastAsia="en-GB"/>
        </w:rPr>
        <w:t xml:space="preserve"> (</w:t>
      </w:r>
      <w:hyperlink r:id="rId27" w:history="1">
        <w:hyperlink r:id="rId28" w:history="1">
          <w:r w:rsidRPr="00780E48">
            <w:rPr>
              <w:rStyle w:val="Hyperlink"/>
              <w:lang w:eastAsia="en-GB"/>
            </w:rPr>
            <w:t>Créer votre CV Europass | Europass</w:t>
          </w:r>
        </w:hyperlink>
      </w:hyperlink>
      <w:r w:rsidRPr="00780E48">
        <w:rPr>
          <w:lang w:eastAsia="en-GB"/>
        </w:rPr>
        <w:t>) en français, anglais ou allemand.</w:t>
      </w:r>
      <w:hyperlink r:id="rId29" w:history="1">
        <w:hyperlink r:id="rId30" w:history="1">
          <w:r w:rsidRPr="00780E48">
            <w:rPr>
              <w:rStyle w:val="Hyperlink"/>
              <w:lang w:eastAsia="en-GB"/>
            </w:rPr>
            <w:t xml:space="preserve"> Europass</w:t>
          </w:r>
        </w:hyperlink>
      </w:hyperlink>
      <w:r w:rsidRPr="00780E48">
        <w:rPr>
          <w:lang w:eastAsia="en-GB"/>
        </w:rPr>
        <w:t>). Votre CV doit obligatoirement mentionner votre nationalité.</w:t>
      </w:r>
    </w:p>
    <w:p w14:paraId="168ABA5F" w14:textId="77777777" w:rsidR="00780E48" w:rsidRPr="00780E48" w:rsidRDefault="00780E48" w:rsidP="00780E48">
      <w:pPr>
        <w:rPr>
          <w:lang w:eastAsia="en-GB"/>
        </w:rPr>
      </w:pPr>
      <w:r w:rsidRPr="00780E48">
        <w:rPr>
          <w:lang w:eastAsia="en-GB"/>
        </w:rPr>
        <w:t>Veuillez ne pas joindre d’autres documents (tels que copie de carte d’identité, copie des diplômes ou attestation d’expérience professionnelle, etc.). Le cas échéant, ces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8A0"/>
    <w:rsid w:val="00301CA3"/>
    <w:rsid w:val="00377580"/>
    <w:rsid w:val="00382F76"/>
    <w:rsid w:val="00394581"/>
    <w:rsid w:val="00443957"/>
    <w:rsid w:val="00462268"/>
    <w:rsid w:val="004A4BB7"/>
    <w:rsid w:val="004D3B51"/>
    <w:rsid w:val="0053405E"/>
    <w:rsid w:val="00556CBD"/>
    <w:rsid w:val="00571F72"/>
    <w:rsid w:val="006059A3"/>
    <w:rsid w:val="006A1CB2"/>
    <w:rsid w:val="006B47B6"/>
    <w:rsid w:val="006F23BA"/>
    <w:rsid w:val="0074301E"/>
    <w:rsid w:val="00780E48"/>
    <w:rsid w:val="007A10AA"/>
    <w:rsid w:val="007A1396"/>
    <w:rsid w:val="007B5FAE"/>
    <w:rsid w:val="007E131B"/>
    <w:rsid w:val="007E4F35"/>
    <w:rsid w:val="00802842"/>
    <w:rsid w:val="008241B0"/>
    <w:rsid w:val="008315CD"/>
    <w:rsid w:val="00831A65"/>
    <w:rsid w:val="008532A7"/>
    <w:rsid w:val="00866E7F"/>
    <w:rsid w:val="008A0FF3"/>
    <w:rsid w:val="0092295D"/>
    <w:rsid w:val="009E61B9"/>
    <w:rsid w:val="00A65B97"/>
    <w:rsid w:val="00A917BE"/>
    <w:rsid w:val="00B31DC8"/>
    <w:rsid w:val="00B566C1"/>
    <w:rsid w:val="00BB13C2"/>
    <w:rsid w:val="00BF389A"/>
    <w:rsid w:val="00C518F5"/>
    <w:rsid w:val="00C564F6"/>
    <w:rsid w:val="00C94E29"/>
    <w:rsid w:val="00CC4F76"/>
    <w:rsid w:val="00D703FC"/>
    <w:rsid w:val="00D82B48"/>
    <w:rsid w:val="00DC5C83"/>
    <w:rsid w:val="00E0579E"/>
    <w:rsid w:val="00E1062F"/>
    <w:rsid w:val="00E5708E"/>
    <w:rsid w:val="00E850B7"/>
    <w:rsid w:val="00E927FE"/>
    <w:rsid w:val="00F54B22"/>
    <w:rsid w:val="00F65CC2"/>
    <w:rsid w:val="00F84297"/>
    <w:rsid w:val="00FF172A"/>
    <w:rsid w:val="00FF4B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780E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66786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57876856">
      <w:bodyDiv w:val="1"/>
      <w:marLeft w:val="0"/>
      <w:marRight w:val="0"/>
      <w:marTop w:val="0"/>
      <w:marBottom w:val="0"/>
      <w:divBdr>
        <w:top w:val="none" w:sz="0" w:space="0" w:color="auto"/>
        <w:left w:val="none" w:sz="0" w:space="0" w:color="auto"/>
        <w:bottom w:val="none" w:sz="0" w:space="0" w:color="auto"/>
        <w:right w:val="none" w:sz="0" w:space="0" w:color="auto"/>
      </w:divBdr>
    </w:div>
    <w:div w:id="1108544919">
      <w:bodyDiv w:val="1"/>
      <w:marLeft w:val="0"/>
      <w:marRight w:val="0"/>
      <w:marTop w:val="0"/>
      <w:marBottom w:val="0"/>
      <w:divBdr>
        <w:top w:val="none" w:sz="0" w:space="0" w:color="auto"/>
        <w:left w:val="none" w:sz="0" w:space="0" w:color="auto"/>
        <w:bottom w:val="none" w:sz="0" w:space="0" w:color="auto"/>
        <w:right w:val="none" w:sz="0" w:space="0" w:color="auto"/>
      </w:divBdr>
    </w:div>
    <w:div w:id="1260716901">
      <w:bodyDiv w:val="1"/>
      <w:marLeft w:val="0"/>
      <w:marRight w:val="0"/>
      <w:marTop w:val="0"/>
      <w:marBottom w:val="0"/>
      <w:divBdr>
        <w:top w:val="none" w:sz="0" w:space="0" w:color="auto"/>
        <w:left w:val="none" w:sz="0" w:space="0" w:color="auto"/>
        <w:bottom w:val="none" w:sz="0" w:space="0" w:color="auto"/>
        <w:right w:val="none" w:sz="0" w:space="0" w:color="auto"/>
      </w:divBdr>
    </w:div>
    <w:div w:id="1303848130">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45993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9" Type="http://schemas.openxmlformats.org/officeDocument/2006/relationships/theme" Target="theme/theme1.xml"/><Relationship Id="rId21" Type="http://schemas.openxmlformats.org/officeDocument/2006/relationships/control" Target="activeX/activeX4.xml"/><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opa.eu/europass/fr/create-your-europass-cv" TargetMode="External"/><Relationship Id="rId36"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europass.cedefop.europa.eu/en/documents/curriculum-vitae" TargetMode="External"/><Relationship Id="rId30" Type="http://schemas.openxmlformats.org/officeDocument/2006/relationships/hyperlink" Target="https://europa.eu/europass/fr/create-your-europass-cv" TargetMode="External"/><Relationship Id="rId35" Type="http://schemas.openxmlformats.org/officeDocument/2006/relationships/header" Target="head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AC79AC69ADF646289EBC03B63858822C"/>
        <w:category>
          <w:name w:val="General"/>
          <w:gallery w:val="placeholder"/>
        </w:category>
        <w:types>
          <w:type w:val="bbPlcHdr"/>
        </w:types>
        <w:behaviors>
          <w:behavior w:val="content"/>
        </w:behaviors>
        <w:guid w:val="{E15D348A-1777-4F13-9A9D-28DB70C3D0B9}"/>
      </w:docPartPr>
      <w:docPartBody>
        <w:p w:rsidR="002A73A4" w:rsidRDefault="002A73A4" w:rsidP="002A73A4">
          <w:pPr>
            <w:pStyle w:val="AC79AC69ADF646289EBC03B63858822C"/>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F224E90"/>
    <w:multiLevelType w:val="multilevel"/>
    <w:tmpl w:val="3A401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09582814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A73A4"/>
    <w:rsid w:val="00382F76"/>
    <w:rsid w:val="00534FB6"/>
    <w:rsid w:val="007818B4"/>
    <w:rsid w:val="008F2A96"/>
    <w:rsid w:val="00983F83"/>
    <w:rsid w:val="00B36F01"/>
    <w:rsid w:val="00BB13C2"/>
    <w:rsid w:val="00C94E29"/>
    <w:rsid w:val="00CB23CA"/>
    <w:rsid w:val="00E96C07"/>
    <w:rsid w:val="00F00294"/>
    <w:rsid w:val="00F84297"/>
    <w:rsid w:val="00FF172A"/>
    <w:rsid w:val="00FF4BE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73A4"/>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C79AC69ADF646289EBC03B63858822C">
    <w:name w:val="AC79AC69ADF646289EBC03B63858822C"/>
    <w:rsid w:val="002A73A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D’EXPERT(E) NATIONAL(E) DÉTACHÉ(E)</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9690397-F90E-4778-9606-F95F0D4C351D}"/>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purl.org/dc/dcmitype/"/>
    <ds:schemaRef ds:uri="http://schemas.microsoft.com/office/infopath/2007/PartnerControls"/>
    <ds:schemaRef ds:uri="30c666ed-fe46-43d6-bf30-6de2567680e6"/>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1243</Words>
  <Characters>7087</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2025-09-05T09:03:00Z</dcterms:created>
  <dcterms:modified xsi:type="dcterms:W3CDTF">2025-09-08T13:08:00Z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